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0E24E60C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C4140E">
        <w:rPr>
          <w:rFonts w:cs="Arial"/>
          <w:color w:val="000000"/>
          <w:sz w:val="22"/>
        </w:rPr>
        <w:t>0</w:t>
      </w:r>
      <w:r w:rsidR="00B418EA">
        <w:rPr>
          <w:rFonts w:cs="Arial"/>
          <w:color w:val="000000"/>
          <w:sz w:val="22"/>
        </w:rPr>
        <w:t>7.06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B418EA">
        <w:rPr>
          <w:rFonts w:cs="Arial"/>
          <w:color w:val="000000"/>
          <w:sz w:val="22"/>
        </w:rPr>
        <w:t>3180</w:t>
      </w:r>
    </w:p>
    <w:p w14:paraId="3840C263" w14:textId="77777777" w:rsidR="00DF19FF" w:rsidRDefault="004621FF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72DA8E4E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F75DF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587937" w14:textId="748CD22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LC0694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Narva mnt 147 </w:t>
            </w:r>
            <w:r w:rsidR="00EA169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liitumine elektrivõrguga Jõhvi linn Jõhvi</w:t>
            </w:r>
            <w:r w:rsidR="0087587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vald Ida-Virumaa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A33B10" w14:textId="12D0EEED" w:rsidR="00797B52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EA1691">
              <w:rPr>
                <w:rFonts w:ascii="Calibri" w:eastAsia="Calibri" w:hAnsi="Calibri"/>
                <w:sz w:val="22"/>
                <w:szCs w:val="22"/>
                <w:lang w:val="et-EE"/>
              </w:rPr>
              <w:t>Jaanus Kaldoja</w:t>
            </w:r>
          </w:p>
          <w:p w14:paraId="1AF8D9E3" w14:textId="5C00D954" w:rsidR="000B2E35" w:rsidRPr="000B2E35" w:rsidRDefault="0030294F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0B2E35"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35DAD455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797B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D7508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="00797B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.03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</w:t>
            </w:r>
            <w:r w:rsidR="00797B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nr 7.1-2/2</w:t>
            </w:r>
            <w:r w:rsidR="00797B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/</w:t>
            </w:r>
            <w:r w:rsidR="00D7508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2460</w:t>
            </w:r>
            <w:r w:rsidR="005572A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D7508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52D59B09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CC70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32 Jõhvi-Vasknarva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tee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789F191F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CC70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25301:011:0016</w:t>
            </w:r>
          </w:p>
          <w:p w14:paraId="19CE75E4" w14:textId="0F0A96AE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CC70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32 Jõhvi-Vasknarva</w:t>
            </w:r>
            <w:r w:rsidR="00C4743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33F44EBB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5F5A0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8067150</w:t>
            </w:r>
          </w:p>
          <w:p w14:paraId="7438147E" w14:textId="5A77CA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5F5A0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7657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5327D96D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5F5A0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190135</w:t>
            </w:r>
          </w:p>
          <w:p w14:paraId="0CB753B5" w14:textId="77777777" w:rsidR="00EF7F44" w:rsidRDefault="005F5A08" w:rsidP="005F5A08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hyperlink r:id="rId12" w:history="1">
              <w:r w:rsidRPr="00190A05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https://pari.kataster.ee/magic-link/c9e2b19e-5034-4edb-93b5-761bc99dba17</w:t>
              </w:r>
            </w:hyperlink>
            <w:r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  <w:t xml:space="preserve"> </w:t>
            </w:r>
          </w:p>
          <w:p w14:paraId="61E48E4F" w14:textId="54B51E79" w:rsidR="00C450D5" w:rsidRPr="000B2E35" w:rsidRDefault="00C450D5" w:rsidP="005F5A08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2EF8635E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2F89" w14:textId="77777777" w:rsidR="00B03FC9" w:rsidRDefault="00B03FC9">
      <w:r>
        <w:separator/>
      </w:r>
    </w:p>
  </w:endnote>
  <w:endnote w:type="continuationSeparator" w:id="0">
    <w:p w14:paraId="5DDC153D" w14:textId="77777777" w:rsidR="00B03FC9" w:rsidRDefault="00B03FC9">
      <w:r>
        <w:continuationSeparator/>
      </w:r>
    </w:p>
  </w:endnote>
  <w:endnote w:type="continuationNotice" w:id="1">
    <w:p w14:paraId="0E36B2BC" w14:textId="77777777" w:rsidR="00B03FC9" w:rsidRDefault="00B03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22E42" w14:textId="77777777" w:rsidR="00B03FC9" w:rsidRDefault="00B03FC9">
      <w:r>
        <w:separator/>
      </w:r>
    </w:p>
  </w:footnote>
  <w:footnote w:type="continuationSeparator" w:id="0">
    <w:p w14:paraId="39C1B5B8" w14:textId="77777777" w:rsidR="00B03FC9" w:rsidRDefault="00B03FC9">
      <w:r>
        <w:continuationSeparator/>
      </w:r>
    </w:p>
  </w:footnote>
  <w:footnote w:type="continuationNotice" w:id="1">
    <w:p w14:paraId="60E3D53E" w14:textId="77777777" w:rsidR="00B03FC9" w:rsidRDefault="00B03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131D0A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E324A"/>
    <w:rsid w:val="00211D2D"/>
    <w:rsid w:val="00215382"/>
    <w:rsid w:val="00251F87"/>
    <w:rsid w:val="002569F2"/>
    <w:rsid w:val="002701D0"/>
    <w:rsid w:val="002726A3"/>
    <w:rsid w:val="002A798D"/>
    <w:rsid w:val="002D2C76"/>
    <w:rsid w:val="002D4D27"/>
    <w:rsid w:val="002E0EF7"/>
    <w:rsid w:val="0030294F"/>
    <w:rsid w:val="0033388C"/>
    <w:rsid w:val="00335CBC"/>
    <w:rsid w:val="003551E2"/>
    <w:rsid w:val="00357C22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75B8"/>
    <w:rsid w:val="005C24D9"/>
    <w:rsid w:val="005E2103"/>
    <w:rsid w:val="005F4CAF"/>
    <w:rsid w:val="005F5A08"/>
    <w:rsid w:val="00605B27"/>
    <w:rsid w:val="00625192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F34A3"/>
    <w:rsid w:val="006F595A"/>
    <w:rsid w:val="00703BC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21F0"/>
    <w:rsid w:val="007A5E5F"/>
    <w:rsid w:val="007E637D"/>
    <w:rsid w:val="008250FC"/>
    <w:rsid w:val="0082604D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2028B"/>
    <w:rsid w:val="00930BE5"/>
    <w:rsid w:val="00940144"/>
    <w:rsid w:val="009612E0"/>
    <w:rsid w:val="00962202"/>
    <w:rsid w:val="00973871"/>
    <w:rsid w:val="00995F05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D0AB0"/>
    <w:rsid w:val="00AE1639"/>
    <w:rsid w:val="00B03FC9"/>
    <w:rsid w:val="00B060FD"/>
    <w:rsid w:val="00B33174"/>
    <w:rsid w:val="00B33B98"/>
    <w:rsid w:val="00B418EA"/>
    <w:rsid w:val="00B521C3"/>
    <w:rsid w:val="00BA17B3"/>
    <w:rsid w:val="00BC2385"/>
    <w:rsid w:val="00BC62D7"/>
    <w:rsid w:val="00BF064F"/>
    <w:rsid w:val="00BF0E4C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84B10"/>
    <w:rsid w:val="00C86912"/>
    <w:rsid w:val="00C95ABD"/>
    <w:rsid w:val="00C966E8"/>
    <w:rsid w:val="00CB31D7"/>
    <w:rsid w:val="00CB41F4"/>
    <w:rsid w:val="00CC5443"/>
    <w:rsid w:val="00CC7052"/>
    <w:rsid w:val="00CE24E4"/>
    <w:rsid w:val="00CE5616"/>
    <w:rsid w:val="00D24041"/>
    <w:rsid w:val="00D25D80"/>
    <w:rsid w:val="00D266EA"/>
    <w:rsid w:val="00D31BD2"/>
    <w:rsid w:val="00D4458D"/>
    <w:rsid w:val="00D453AE"/>
    <w:rsid w:val="00D75086"/>
    <w:rsid w:val="00D85382"/>
    <w:rsid w:val="00D94E00"/>
    <w:rsid w:val="00DA1B61"/>
    <w:rsid w:val="00DB17D9"/>
    <w:rsid w:val="00DC2830"/>
    <w:rsid w:val="00DD3288"/>
    <w:rsid w:val="00DF19FF"/>
    <w:rsid w:val="00E27A09"/>
    <w:rsid w:val="00E366A1"/>
    <w:rsid w:val="00E47970"/>
    <w:rsid w:val="00E6200E"/>
    <w:rsid w:val="00E73B2A"/>
    <w:rsid w:val="00EA1691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c9e2b19e-5034-4edb-93b5-761bc99dba1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249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1692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2024-06-07T06:42:00Z</dcterms:created>
  <dcterms:modified xsi:type="dcterms:W3CDTF">2024-06-07T06:42:00Z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